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Pr="001E52CA" w:rsidRDefault="006B105E" w:rsidP="00FA52D6">
            <w:pPr>
              <w:spacing w:line="276" w:lineRule="auto"/>
              <w:rPr>
                <w:rFonts w:ascii="Aptos" w:hAnsi="Aptos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B4709" w:rsidRPr="00001D40" w14:paraId="762AD218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141AA083" w14:textId="6D1A49A2" w:rsidR="009B4709" w:rsidRPr="001E52CA" w:rsidRDefault="009B4709" w:rsidP="009B470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E52CA">
              <w:rPr>
                <w:rFonts w:ascii="Aptos" w:hAnsi="Aptos" w:cs="Arial"/>
                <w:sz w:val="20"/>
                <w:szCs w:val="20"/>
              </w:rPr>
              <w:t>Occupational Certificate: Project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9B4709" w:rsidRPr="00DD6F3D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9B4709" w:rsidRPr="00001D40" w14:paraId="29E0FD86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754E7912" w14:textId="0913822E" w:rsidR="009B4709" w:rsidRPr="001E52CA" w:rsidRDefault="009B4709" w:rsidP="009B470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E52CA">
              <w:rPr>
                <w:rFonts w:ascii="Aptos" w:hAnsi="Aptos" w:cs="Arial"/>
                <w:sz w:val="20"/>
                <w:szCs w:val="20"/>
              </w:rPr>
              <w:t>101869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9B4709" w:rsidRPr="00DD6F3D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9B4709" w:rsidRPr="00001D40" w14:paraId="5E9FB910" w14:textId="77777777" w:rsidTr="00383D0E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18C99BC4" w14:textId="60CAD910" w:rsidR="009B4709" w:rsidRPr="001E52CA" w:rsidRDefault="009B4709" w:rsidP="009B470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E52CA">
              <w:rPr>
                <w:rFonts w:ascii="Aptos" w:hAnsi="Aptos" w:cs="Arial"/>
                <w:sz w:val="20"/>
                <w:szCs w:val="20"/>
              </w:rPr>
              <w:t>240,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9B4709" w:rsidRPr="00DD6F3D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9B4709" w:rsidRPr="00001D40" w:rsidRDefault="009B4709" w:rsidP="009B4709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B4D17" w14:textId="77777777" w:rsidR="005140D5" w:rsidRDefault="005140D5" w:rsidP="00213C69">
      <w:pPr>
        <w:spacing w:after="0" w:line="240" w:lineRule="auto"/>
      </w:pPr>
      <w:r>
        <w:separator/>
      </w:r>
    </w:p>
  </w:endnote>
  <w:endnote w:type="continuationSeparator" w:id="0">
    <w:p w14:paraId="277EC498" w14:textId="77777777" w:rsidR="005140D5" w:rsidRDefault="005140D5" w:rsidP="00213C69">
      <w:pPr>
        <w:spacing w:after="0" w:line="240" w:lineRule="auto"/>
      </w:pPr>
      <w:r>
        <w:continuationSeparator/>
      </w:r>
    </w:p>
  </w:endnote>
  <w:endnote w:type="continuationNotice" w:id="1">
    <w:p w14:paraId="1173C80E" w14:textId="77777777" w:rsidR="005140D5" w:rsidRDefault="005140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5CDDE" w14:textId="77777777" w:rsidR="005140D5" w:rsidRDefault="005140D5" w:rsidP="00213C69">
      <w:pPr>
        <w:spacing w:after="0" w:line="240" w:lineRule="auto"/>
      </w:pPr>
      <w:r>
        <w:separator/>
      </w:r>
    </w:p>
  </w:footnote>
  <w:footnote w:type="continuationSeparator" w:id="0">
    <w:p w14:paraId="643A8E88" w14:textId="77777777" w:rsidR="005140D5" w:rsidRDefault="005140D5" w:rsidP="00213C69">
      <w:pPr>
        <w:spacing w:after="0" w:line="240" w:lineRule="auto"/>
      </w:pPr>
      <w:r>
        <w:continuationSeparator/>
      </w:r>
    </w:p>
  </w:footnote>
  <w:footnote w:type="continuationNotice" w:id="1">
    <w:p w14:paraId="44CB4346" w14:textId="77777777" w:rsidR="005140D5" w:rsidRDefault="005140D5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62B5A55" w:rsidR="00F17F63" w:rsidRDefault="00E037C5" w:rsidP="00E037C5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3B6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9CE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2CA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0D5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709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17D23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009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37C5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2</Pages>
  <Words>125</Words>
  <Characters>930</Characters>
  <Application>Microsoft Office Word</Application>
  <DocSecurity>0</DocSecurity>
  <Lines>186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9</cp:revision>
  <cp:lastPrinted>2026-01-30T06:18:00Z</cp:lastPrinted>
  <dcterms:created xsi:type="dcterms:W3CDTF">2026-01-14T06:23:00Z</dcterms:created>
  <dcterms:modified xsi:type="dcterms:W3CDTF">2026-01-30T06:18:00Z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